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89FE7C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240D3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5C1770E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D240D3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D240D3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D54F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21828A7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zdalnej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B762BB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5DD4801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Możaryn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Kaliszczak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Sieradzka K.,  Zachowania przedsiębiorcze: współczesne wyzwania, Radom – Rzeszów, Wydawnictwo Instytutu Naukowo-Wydawniczego "</w:t>
            </w: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Przedsiębiorcze aspekty rozwoju organizacji i biznesu / pod red. Andrzeja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Chodyńskiego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5B342" w14:textId="77777777" w:rsidR="0044601B" w:rsidRDefault="0044601B" w:rsidP="00C16ABF">
      <w:pPr>
        <w:spacing w:after="0" w:line="240" w:lineRule="auto"/>
      </w:pPr>
      <w:r>
        <w:separator/>
      </w:r>
    </w:p>
  </w:endnote>
  <w:endnote w:type="continuationSeparator" w:id="0">
    <w:p w14:paraId="6CF755B7" w14:textId="77777777" w:rsidR="0044601B" w:rsidRDefault="004460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27F15" w14:textId="77777777" w:rsidR="0044601B" w:rsidRDefault="0044601B" w:rsidP="00C16ABF">
      <w:pPr>
        <w:spacing w:after="0" w:line="240" w:lineRule="auto"/>
      </w:pPr>
      <w:r>
        <w:separator/>
      </w:r>
    </w:p>
  </w:footnote>
  <w:footnote w:type="continuationSeparator" w:id="0">
    <w:p w14:paraId="434BF475" w14:textId="77777777" w:rsidR="0044601B" w:rsidRDefault="0044601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4601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40D3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C2E4FB-E504-4F0E-8E0C-A37BAC8C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23</cp:revision>
  <cp:lastPrinted>2019-02-06T12:12:00Z</cp:lastPrinted>
  <dcterms:created xsi:type="dcterms:W3CDTF">2020-10-25T23:55:00Z</dcterms:created>
  <dcterms:modified xsi:type="dcterms:W3CDTF">2021-11-05T12:37:00Z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